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30FD7F22AE4E4421BCAACBD7F227050E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7DDEB6B3" w14:textId="77777777" w:rsidR="00F1192E" w:rsidRPr="00F1192E" w:rsidRDefault="00797465" w:rsidP="00F1192E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413DC19" w14:textId="77777777"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68EF9AA6" w14:textId="77777777"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B0CBDE7" w14:textId="77777777"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2DE1A77" w14:textId="77777777" w:rsidR="00B44EAD" w:rsidRPr="00B44EAD" w:rsidRDefault="00B44EAD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DAA0F03" w14:textId="77777777" w:rsidR="0076329A" w:rsidRDefault="00F1192E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7C328BE2" wp14:editId="3A2D458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EE0351">
        <w:rPr>
          <w:rFonts w:cs="Arial"/>
          <w:b/>
          <w:bCs/>
          <w:szCs w:val="22"/>
        </w:rPr>
      </w:r>
      <w:r w:rsidR="00EE0351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1"/>
    </w:p>
    <w:p w14:paraId="600EC060" w14:textId="1238612B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814067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00000"/>
            </w:textInput>
          </w:ffData>
        </w:fldChar>
      </w:r>
      <w:r w:rsidR="00814067">
        <w:rPr>
          <w:rFonts w:cs="Arial"/>
          <w:bCs/>
          <w:szCs w:val="22"/>
        </w:rPr>
        <w:instrText xml:space="preserve"> FORMTEXT </w:instrText>
      </w:r>
      <w:r w:rsidR="00814067">
        <w:rPr>
          <w:rFonts w:cs="Arial"/>
          <w:bCs/>
          <w:szCs w:val="22"/>
        </w:rPr>
      </w:r>
      <w:r w:rsidR="00814067">
        <w:rPr>
          <w:rFonts w:cs="Arial"/>
          <w:bCs/>
          <w:szCs w:val="22"/>
        </w:rPr>
        <w:fldChar w:fldCharType="separate"/>
      </w:r>
      <w:r w:rsidR="00814067">
        <w:rPr>
          <w:rFonts w:cs="Arial"/>
          <w:bCs/>
          <w:szCs w:val="22"/>
        </w:rPr>
        <w:t>00000</w:t>
      </w:r>
      <w:r w:rsidR="00814067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814067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00"/>
            </w:textInput>
          </w:ffData>
        </w:fldChar>
      </w:r>
      <w:r w:rsidR="00814067">
        <w:rPr>
          <w:rFonts w:cs="Arial"/>
          <w:bCs/>
          <w:szCs w:val="22"/>
        </w:rPr>
        <w:instrText xml:space="preserve"> FORMTEXT </w:instrText>
      </w:r>
      <w:r w:rsidR="00814067">
        <w:rPr>
          <w:rFonts w:cs="Arial"/>
          <w:bCs/>
          <w:szCs w:val="22"/>
        </w:rPr>
      </w:r>
      <w:r w:rsidR="00814067">
        <w:rPr>
          <w:rFonts w:cs="Arial"/>
          <w:bCs/>
          <w:szCs w:val="22"/>
        </w:rPr>
        <w:fldChar w:fldCharType="separate"/>
      </w:r>
      <w:r w:rsidR="00814067">
        <w:rPr>
          <w:rFonts w:cs="Arial"/>
          <w:bCs/>
          <w:szCs w:val="22"/>
        </w:rPr>
        <w:t>00</w:t>
      </w:r>
      <w:r w:rsidR="00814067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814067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00000"/>
            </w:textInput>
          </w:ffData>
        </w:fldChar>
      </w:r>
      <w:r w:rsidR="00814067">
        <w:rPr>
          <w:rFonts w:cs="Arial"/>
          <w:bCs/>
          <w:szCs w:val="22"/>
        </w:rPr>
        <w:instrText xml:space="preserve"> FORMTEXT </w:instrText>
      </w:r>
      <w:r w:rsidR="00814067">
        <w:rPr>
          <w:rFonts w:cs="Arial"/>
          <w:bCs/>
          <w:szCs w:val="22"/>
        </w:rPr>
      </w:r>
      <w:r w:rsidR="00814067">
        <w:rPr>
          <w:rFonts w:cs="Arial"/>
          <w:bCs/>
          <w:szCs w:val="22"/>
        </w:rPr>
        <w:fldChar w:fldCharType="separate"/>
      </w:r>
      <w:r w:rsidR="00814067">
        <w:rPr>
          <w:rFonts w:cs="Arial"/>
          <w:bCs/>
          <w:szCs w:val="22"/>
        </w:rPr>
        <w:t>00000</w:t>
      </w:r>
      <w:r w:rsidR="00814067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/01000</w:t>
      </w:r>
    </w:p>
    <w:p w14:paraId="30F71E5C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13547017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295CCC78" w14:textId="77777777" w:rsidR="00CE0607" w:rsidRPr="00CE3A52" w:rsidRDefault="00445B7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EE0351">
        <w:rPr>
          <w:rFonts w:cs="Arial"/>
          <w:b/>
          <w:sz w:val="28"/>
          <w:szCs w:val="28"/>
        </w:rPr>
      </w:r>
      <w:r w:rsidR="00EE0351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681CCE37" w14:textId="56FD066C" w:rsidR="00CE0607" w:rsidRPr="00CC4939" w:rsidRDefault="0056686A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Zpráva o realizaci Inovační strategie ČR 2019 - 2030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>
        <w:rPr>
          <w:rFonts w:cs="Arial"/>
          <w:b/>
          <w:bCs/>
          <w:sz w:val="24"/>
          <w:szCs w:val="22"/>
        </w:rPr>
        <w:t>Zpráva o realizaci Inovační strategie ČR 2019 - 2030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341FFDC8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4A57A76A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1FBE6B78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72DABE4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E2826BD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1AF34310" w14:textId="77777777" w:rsidTr="006E4850">
        <w:trPr>
          <w:trHeight w:val="4041"/>
        </w:trPr>
        <w:tc>
          <w:tcPr>
            <w:tcW w:w="4176" w:type="dxa"/>
          </w:tcPr>
          <w:p w14:paraId="4563037E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289C2A8" w14:textId="77777777" w:rsidR="000A53F7" w:rsidRPr="00CC4939" w:rsidRDefault="0076329A" w:rsidP="00B21965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21965">
              <w:rPr>
                <w:rFonts w:cs="Arial"/>
                <w:bCs/>
                <w:szCs w:val="22"/>
              </w:rPr>
              <w:t>Materiál je předkládán v návaznosti na Usnesení Vlády ČR ze dne 4. února 2019 č. 104 o Inovační strategii ČR 2019</w:t>
            </w:r>
            <w:r w:rsidR="00E95BD3">
              <w:rPr>
                <w:rFonts w:cs="Arial"/>
                <w:bCs/>
                <w:szCs w:val="22"/>
              </w:rPr>
              <w:t xml:space="preserve"> </w:t>
            </w:r>
            <w:r w:rsidR="00B21965">
              <w:rPr>
                <w:rFonts w:cs="Arial"/>
                <w:bCs/>
                <w:szCs w:val="22"/>
              </w:rPr>
              <w:t>-</w:t>
            </w:r>
            <w:r w:rsidR="00E95BD3">
              <w:rPr>
                <w:rFonts w:cs="Arial"/>
                <w:bCs/>
                <w:szCs w:val="22"/>
              </w:rPr>
              <w:t xml:space="preserve"> </w:t>
            </w:r>
            <w:r w:rsidR="00B21965">
              <w:rPr>
                <w:rFonts w:cs="Arial"/>
                <w:bCs/>
                <w:szCs w:val="22"/>
              </w:rPr>
              <w:t>2030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9FD5E40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0815B870" w14:textId="77BB00D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81406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814067">
              <w:rPr>
                <w:rFonts w:cs="Arial"/>
                <w:bCs/>
                <w:szCs w:val="22"/>
              </w:rPr>
              <w:instrText xml:space="preserve"> FORMTEXT </w:instrText>
            </w:r>
            <w:r w:rsidR="00814067">
              <w:rPr>
                <w:rFonts w:cs="Arial"/>
                <w:bCs/>
                <w:szCs w:val="22"/>
              </w:rPr>
            </w:r>
            <w:r w:rsidR="00814067">
              <w:rPr>
                <w:rFonts w:cs="Arial"/>
                <w:bCs/>
                <w:szCs w:val="22"/>
              </w:rPr>
              <w:fldChar w:fldCharType="separate"/>
            </w:r>
            <w:r w:rsidR="00814067">
              <w:rPr>
                <w:rFonts w:cs="Arial"/>
                <w:bCs/>
                <w:szCs w:val="22"/>
              </w:rPr>
              <w:t>Návrh usnesení</w:t>
            </w:r>
            <w:r w:rsidR="00814067">
              <w:rPr>
                <w:rFonts w:cs="Arial"/>
                <w:bCs/>
                <w:szCs w:val="22"/>
              </w:rPr>
              <w:fldChar w:fldCharType="end"/>
            </w:r>
          </w:p>
          <w:p w14:paraId="44515C8E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0589273" w14:textId="4F7542C3" w:rsidR="005D631E" w:rsidRPr="005D631E" w:rsidRDefault="00C72758" w:rsidP="005D631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56686A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práva o realizaci Inovační strategie ČR 2019 - 2030"/>
                  </w:textInput>
                </w:ffData>
              </w:fldChar>
            </w:r>
            <w:r w:rsidR="0056686A">
              <w:rPr>
                <w:rFonts w:cs="Arial"/>
                <w:bCs/>
                <w:szCs w:val="22"/>
              </w:rPr>
              <w:instrText xml:space="preserve"> FORMTEXT </w:instrText>
            </w:r>
            <w:r w:rsidR="0056686A">
              <w:rPr>
                <w:rFonts w:cs="Arial"/>
                <w:bCs/>
                <w:szCs w:val="22"/>
              </w:rPr>
            </w:r>
            <w:r w:rsidR="0056686A">
              <w:rPr>
                <w:rFonts w:cs="Arial"/>
                <w:bCs/>
                <w:szCs w:val="22"/>
              </w:rPr>
              <w:fldChar w:fldCharType="separate"/>
            </w:r>
            <w:r w:rsidR="0056686A">
              <w:rPr>
                <w:rFonts w:cs="Arial"/>
                <w:bCs/>
                <w:szCs w:val="22"/>
              </w:rPr>
              <w:t>Zpráva o realizaci Inovační strategie ČR 2019 - 2030</w:t>
            </w:r>
            <w:r w:rsidR="0056686A">
              <w:rPr>
                <w:rFonts w:cs="Arial"/>
                <w:bCs/>
                <w:szCs w:val="22"/>
              </w:rPr>
              <w:fldChar w:fldCharType="end"/>
            </w:r>
          </w:p>
          <w:p w14:paraId="60F6F79A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14:paraId="7D85C721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103532B4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3E6E4A7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2BDEBC87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0351">
              <w:rPr>
                <w:rFonts w:cs="Arial"/>
                <w:b/>
                <w:szCs w:val="22"/>
              </w:rPr>
            </w:r>
            <w:r w:rsidR="00EE035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01608340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6E97D7D5" w14:textId="77777777" w:rsidR="00C72758" w:rsidRPr="00CC4939" w:rsidRDefault="00FB1574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D</w:t>
      </w:r>
      <w:r w:rsidR="00B21965">
        <w:rPr>
          <w:rFonts w:cs="Arial"/>
          <w:bCs/>
          <w:szCs w:val="22"/>
        </w:rPr>
        <w:t>oc. Ing. Karel Havlíček, Ph.D., MBA</w:t>
      </w:r>
    </w:p>
    <w:p w14:paraId="523FFF50" w14:textId="77777777" w:rsidR="00C72758" w:rsidRDefault="00B21965" w:rsidP="009A405F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místopředseda vlády a ministr průmyslu a obchodu</w:t>
      </w:r>
    </w:p>
    <w:sectPr w:rsidR="00C72758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A676D" w16cex:dateUtc="2021-08-20T1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7FB142" w16cid:durableId="24CA67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567FA" w14:textId="77777777" w:rsidR="006E3148" w:rsidRDefault="006E3148">
      <w:r>
        <w:separator/>
      </w:r>
    </w:p>
  </w:endnote>
  <w:endnote w:type="continuationSeparator" w:id="0">
    <w:p w14:paraId="5B4DAE9E" w14:textId="77777777" w:rsidR="006E3148" w:rsidRDefault="006E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A9A54" w14:textId="77777777"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588FB" w14:textId="77777777"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8356" w14:textId="77777777"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5FBE2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7FB15" w14:textId="77777777" w:rsidR="006E3148" w:rsidRDefault="006E3148">
      <w:r>
        <w:separator/>
      </w:r>
    </w:p>
  </w:footnote>
  <w:footnote w:type="continuationSeparator" w:id="0">
    <w:p w14:paraId="5681EAE5" w14:textId="77777777" w:rsidR="006E3148" w:rsidRDefault="006E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C4CF7" w14:textId="77777777"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0C5A8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8629" w14:textId="77777777"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2EA0" w14:textId="77777777" w:rsidR="00A0568A" w:rsidRDefault="00F1192E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62CBDD6E" wp14:editId="41FAC098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65"/>
    <w:rsid w:val="00000CD1"/>
    <w:rsid w:val="000028F0"/>
    <w:rsid w:val="00006F47"/>
    <w:rsid w:val="00007CC2"/>
    <w:rsid w:val="00014117"/>
    <w:rsid w:val="00022E5D"/>
    <w:rsid w:val="000301E9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42CC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1994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2BF6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0BC1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B7D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6686A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1E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272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3148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97465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4067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44EF0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8F7B80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920BE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3EF3"/>
    <w:rsid w:val="00A2674D"/>
    <w:rsid w:val="00A3020B"/>
    <w:rsid w:val="00A32C31"/>
    <w:rsid w:val="00A36FEB"/>
    <w:rsid w:val="00A43191"/>
    <w:rsid w:val="00A431AC"/>
    <w:rsid w:val="00A457F6"/>
    <w:rsid w:val="00A470CA"/>
    <w:rsid w:val="00A513E5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1965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95BD3"/>
    <w:rsid w:val="00EA056B"/>
    <w:rsid w:val="00EA3518"/>
    <w:rsid w:val="00EA6BD1"/>
    <w:rsid w:val="00EB4FC4"/>
    <w:rsid w:val="00EC006F"/>
    <w:rsid w:val="00EC32C9"/>
    <w:rsid w:val="00ED167E"/>
    <w:rsid w:val="00ED7EA1"/>
    <w:rsid w:val="00EE0351"/>
    <w:rsid w:val="00EE7026"/>
    <w:rsid w:val="00EF07FF"/>
    <w:rsid w:val="00F05163"/>
    <w:rsid w:val="00F1192E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3F3B"/>
    <w:rsid w:val="00FA490D"/>
    <w:rsid w:val="00FA4AA6"/>
    <w:rsid w:val="00FA625F"/>
    <w:rsid w:val="00FB131B"/>
    <w:rsid w:val="00FB1574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D82184"/>
  <w14:defaultImageDpi w14:val="96"/>
  <w15:chartTrackingRefBased/>
  <w15:docId w15:val="{54FF0337-1D81-4D7D-A7B4-4D3CF9D0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F119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FD7F22AE4E4421BCAACBD7F2270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403E8-70F5-43F2-98DD-450CF424CD6D}"/>
      </w:docPartPr>
      <w:docPartBody>
        <w:p w:rsidR="009B6327" w:rsidRDefault="00057491">
          <w:pPr>
            <w:pStyle w:val="30FD7F22AE4E4421BCAACBD7F227050E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27"/>
    <w:rsid w:val="00057491"/>
    <w:rsid w:val="001C0CC0"/>
    <w:rsid w:val="00304095"/>
    <w:rsid w:val="009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0FD7F22AE4E4421BCAACBD7F227050E">
    <w:name w:val="30FD7F22AE4E4421BCAACBD7F2270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9D659-A81D-46C4-BBB0-52C9E67B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nelegislativní.dotm</Template>
  <TotalTime>0</TotalTime>
  <Pages>1</Pages>
  <Words>92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Jana</dc:creator>
  <cp:keywords/>
  <cp:lastModifiedBy>Špičková Hana</cp:lastModifiedBy>
  <cp:revision>2</cp:revision>
  <cp:lastPrinted>2019-11-20T10:44:00Z</cp:lastPrinted>
  <dcterms:created xsi:type="dcterms:W3CDTF">2021-08-24T13:00:00Z</dcterms:created>
  <dcterms:modified xsi:type="dcterms:W3CDTF">2021-08-24T13:00:00Z</dcterms:modified>
</cp:coreProperties>
</file>